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B1F55DC" w:rsidR="001A6916" w:rsidRPr="00BE345E" w:rsidRDefault="00E8041C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 </w:t>
      </w: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33044376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E8041C">
        <w:rPr>
          <w:rFonts w:ascii="Arial" w:hAnsi="Arial" w:cs="Arial"/>
          <w:lang w:val="en-CA"/>
        </w:rPr>
        <w:t>White-Light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AC086C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177D49EA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0665E4A5" w14:textId="77777777" w:rsidR="00E8041C" w:rsidRDefault="00943DC9" w:rsidP="00E8041C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60A4DE23" w14:textId="77777777" w:rsidR="00E8041C" w:rsidRDefault="00E8041C" w:rsidP="00E8041C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4C0322E" w14:textId="1B5CB3EC" w:rsidR="00FD178B" w:rsidRDefault="00E8041C" w:rsidP="00E8041C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041C">
        <w:rPr>
          <w:rFonts w:ascii="Arial" w:hAnsi="Arial" w:cs="Arial"/>
          <w:lang w:val="en-CA"/>
        </w:rPr>
        <w:t xml:space="preserve">White-Light models shall be available with a colour temperature of ~6000k. Other </w:t>
      </w:r>
      <w:r w:rsidR="00A521CC" w:rsidRPr="00E8041C">
        <w:rPr>
          <w:rFonts w:ascii="Arial" w:hAnsi="Arial" w:cs="Arial"/>
          <w:lang w:val="en-CA"/>
        </w:rPr>
        <w:t>colour temperature</w:t>
      </w:r>
      <w:r w:rsidR="00A521CC">
        <w:rPr>
          <w:rFonts w:ascii="Arial" w:hAnsi="Arial" w:cs="Arial"/>
          <w:lang w:val="en-CA"/>
        </w:rPr>
        <w:t>s</w:t>
      </w:r>
      <w:r w:rsidR="00A521CC" w:rsidRPr="00E8041C">
        <w:rPr>
          <w:rFonts w:ascii="Arial" w:hAnsi="Arial" w:cs="Arial"/>
          <w:lang w:val="en-CA"/>
        </w:rPr>
        <w:t xml:space="preserve"> </w:t>
      </w:r>
      <w:r w:rsidRPr="00E8041C">
        <w:rPr>
          <w:rFonts w:ascii="Arial" w:hAnsi="Arial" w:cs="Arial"/>
          <w:lang w:val="en-CA"/>
        </w:rPr>
        <w:t>available.</w:t>
      </w:r>
    </w:p>
    <w:p w14:paraId="2FEAD077" w14:textId="77777777" w:rsidR="00E8041C" w:rsidRPr="00E8041C" w:rsidRDefault="00E8041C" w:rsidP="00E8041C">
      <w:pPr>
        <w:pStyle w:val="ListParagraph"/>
        <w:adjustRightInd w:val="0"/>
        <w:ind w:left="1080"/>
        <w:jc w:val="both"/>
        <w:rPr>
          <w:rStyle w:val="longtext"/>
          <w:rFonts w:ascii="Arial" w:hAnsi="Arial" w:cs="Arial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E8041C">
      <w:pPr>
        <w:pStyle w:val="ListParagraph"/>
        <w:rPr>
          <w:rFonts w:ascii="Arial" w:hAnsi="Arial" w:cs="Arial"/>
          <w:lang w:val="en-CA"/>
        </w:rPr>
      </w:pPr>
    </w:p>
    <w:p w14:paraId="54807767" w14:textId="4C4904B3" w:rsidR="001F10AF" w:rsidRDefault="00760120" w:rsidP="00E8041C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6D15EA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74ED3D55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11CE8575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3AE29AB1" w:rsidR="00E14113" w:rsidRPr="00A9611B" w:rsidRDefault="00E14113" w:rsidP="00E8041C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1B054747" w:rsidR="000A0856" w:rsidRPr="00E8041C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E8041C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E8041C">
        <w:rPr>
          <w:rStyle w:val="hps"/>
          <w:rFonts w:ascii="Arial" w:hAnsi="Arial" w:cs="Arial"/>
          <w:lang w:val="en-CA"/>
        </w:rPr>
        <w:t xml:space="preserve"> and the </w:t>
      </w:r>
      <w:r w:rsidR="000A0856" w:rsidRPr="00E8041C">
        <w:rPr>
          <w:rStyle w:val="hps"/>
          <w:rFonts w:ascii="Arial" w:hAnsi="Arial"/>
        </w:rPr>
        <w:t xml:space="preserve">manufacturer shall guarantee that the </w:t>
      </w:r>
      <w:r w:rsidR="00E8041C">
        <w:rPr>
          <w:rStyle w:val="hps"/>
          <w:rFonts w:ascii="Arial" w:hAnsi="Arial"/>
        </w:rPr>
        <w:t>White-Light</w:t>
      </w:r>
      <w:r w:rsidR="000A0856" w:rsidRPr="00E8041C">
        <w:rPr>
          <w:rStyle w:val="hps"/>
          <w:rFonts w:ascii="Arial" w:hAnsi="Arial"/>
        </w:rPr>
        <w:t xml:space="preserve"> illuminator will provide a minimum of </w:t>
      </w:r>
      <w:r w:rsidR="007C1041">
        <w:rPr>
          <w:rStyle w:val="hps"/>
          <w:rFonts w:ascii="Arial" w:hAnsi="Arial"/>
        </w:rPr>
        <w:t xml:space="preserve">3 Lux </w:t>
      </w:r>
      <w:r w:rsidR="000A0856" w:rsidRPr="00E8041C">
        <w:rPr>
          <w:rStyle w:val="hps"/>
          <w:rFonts w:ascii="Arial" w:hAnsi="Arial"/>
        </w:rPr>
        <w:t>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3CBB1906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6D1217">
        <w:rPr>
          <w:rFonts w:ascii="Arial" w:hAnsi="Arial" w:cs="Arial"/>
          <w:iCs/>
          <w:lang w:val="en-CA"/>
        </w:rPr>
        <w:t>180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6D1217">
        <w:rPr>
          <w:rFonts w:ascii="Arial" w:hAnsi="Arial" w:cs="Arial"/>
          <w:iCs/>
          <w:lang w:val="en-CA"/>
        </w:rPr>
        <w:t>591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3D14F1E0" w14:textId="77777777" w:rsidR="00A521CC" w:rsidRDefault="00A521CC" w:rsidP="00A521CC">
      <w:pPr>
        <w:ind w:left="1800"/>
        <w:rPr>
          <w:rFonts w:ascii="Arial" w:hAnsi="Arial" w:cs="Arial"/>
          <w:iCs/>
          <w:lang w:val="en-CA"/>
        </w:rPr>
      </w:pPr>
    </w:p>
    <w:p w14:paraId="1967C59E" w14:textId="678FF00B" w:rsidR="00A521CC" w:rsidRPr="00BE345E" w:rsidRDefault="00A521CC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Total Lumens: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>3727 lm per luminaire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429A5E3C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8768CA">
        <w:rPr>
          <w:rFonts w:ascii="Arial" w:hAnsi="Arial" w:cs="Arial"/>
          <w:iCs/>
          <w:lang w:val="en-CA"/>
        </w:rPr>
        <w:t xml:space="preserve">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2AA43DF1" w:rsidR="000469F9" w:rsidRPr="006D15EA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AC086C">
        <w:rPr>
          <w:rFonts w:ascii="Arial" w:hAnsi="Arial" w:cs="Arial"/>
          <w:iCs/>
          <w:lang w:val="en-CA"/>
        </w:rPr>
        <w:t>PLATINUM Elite SMT LED</w:t>
      </w:r>
      <w:r w:rsidR="00D24202">
        <w:rPr>
          <w:rFonts w:ascii="Arial" w:hAnsi="Arial" w:cs="Arial"/>
          <w:iCs/>
          <w:lang w:val="en-CA"/>
        </w:rPr>
        <w:t>s</w:t>
      </w:r>
    </w:p>
    <w:p w14:paraId="261CCE2D" w14:textId="77777777" w:rsidR="006D15EA" w:rsidRPr="006D15EA" w:rsidRDefault="006D15EA" w:rsidP="006D15EA">
      <w:pPr>
        <w:ind w:left="1800"/>
        <w:rPr>
          <w:rFonts w:ascii="Arial" w:hAnsi="Arial" w:cs="Arial"/>
          <w:lang w:val="en-CA"/>
        </w:rPr>
      </w:pPr>
    </w:p>
    <w:p w14:paraId="28462597" w14:textId="206799B9" w:rsidR="006D15EA" w:rsidRPr="006D15EA" w:rsidRDefault="006D15EA" w:rsidP="006D15EA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Wavelength: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  <w:t>White-Light</w:t>
      </w:r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4E6F283F" w:rsidR="00207E8C" w:rsidRDefault="007C1041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temperature</w:t>
      </w:r>
      <w:r w:rsidR="00207E8C" w:rsidRPr="00BE345E">
        <w:rPr>
          <w:rFonts w:ascii="Arial" w:hAnsi="Arial" w:cs="Arial"/>
          <w:iCs/>
          <w:lang w:val="en-CA"/>
        </w:rPr>
        <w:t xml:space="preserve">: </w:t>
      </w:r>
      <w:r w:rsidR="00207E8C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6000K</w:t>
      </w:r>
      <w:r w:rsidR="00A521CC">
        <w:rPr>
          <w:rFonts w:ascii="Arial" w:hAnsi="Arial" w:cs="Arial"/>
          <w:iCs/>
          <w:lang w:val="en-CA"/>
        </w:rPr>
        <w:t>~</w:t>
      </w:r>
    </w:p>
    <w:p w14:paraId="402CF4FA" w14:textId="77777777" w:rsidR="00A521CC" w:rsidRDefault="00A521CC" w:rsidP="00A521CC">
      <w:pPr>
        <w:ind w:left="1800"/>
        <w:rPr>
          <w:rFonts w:ascii="Arial" w:hAnsi="Arial" w:cs="Arial"/>
          <w:iCs/>
          <w:lang w:val="en-CA"/>
        </w:rPr>
      </w:pPr>
    </w:p>
    <w:p w14:paraId="17F8D5C0" w14:textId="17BEE693" w:rsidR="00A521CC" w:rsidRDefault="00A521C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Reproduction Index:</w:t>
      </w:r>
      <w:r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2981DC3C" w:rsidR="00207E8C" w:rsidRPr="00207E8C" w:rsidRDefault="00E8041C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 xml:space="preserve">At least </w:t>
      </w:r>
      <w:r w:rsidR="007C1041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495E2D39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6D1217">
        <w:rPr>
          <w:rFonts w:ascii="Arial" w:hAnsi="Arial" w:cs="Arial"/>
          <w:iCs/>
          <w:lang w:val="en-CA"/>
        </w:rPr>
        <w:t>42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50C4A71F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6D1217">
        <w:rPr>
          <w:rFonts w:ascii="Arial" w:hAnsi="Arial" w:cs="Arial"/>
          <w:iCs/>
          <w:lang w:val="en-CA"/>
        </w:rPr>
        <w:t>1.65</w:t>
      </w:r>
      <w:r w:rsidR="00A521CC">
        <w:rPr>
          <w:rFonts w:ascii="Arial" w:hAnsi="Arial" w:cs="Arial"/>
          <w:iCs/>
          <w:lang w:val="en-CA"/>
        </w:rPr>
        <w:t>k</w:t>
      </w:r>
      <w:r w:rsidR="00416F28">
        <w:rPr>
          <w:rFonts w:ascii="Arial" w:hAnsi="Arial" w:cs="Arial"/>
          <w:iCs/>
          <w:lang w:val="en-CA"/>
        </w:rPr>
        <w:t>g (</w:t>
      </w:r>
      <w:r w:rsidR="006D1217">
        <w:rPr>
          <w:rFonts w:ascii="Arial" w:hAnsi="Arial" w:cs="Arial"/>
          <w:iCs/>
          <w:lang w:val="en-CA"/>
        </w:rPr>
        <w:t>3.6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25B39C9F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C1398E">
        <w:rPr>
          <w:rFonts w:ascii="Arial" w:hAnsi="Arial" w:cs="Arial"/>
          <w:iCs/>
          <w:lang w:val="en-CA"/>
        </w:rPr>
        <w:t>Silver</w:t>
      </w:r>
      <w:r>
        <w:rPr>
          <w:rFonts w:ascii="Arial" w:hAnsi="Arial" w:cs="Arial"/>
          <w:iCs/>
          <w:lang w:val="en-CA"/>
        </w:rPr>
        <w:t xml:space="preserve"> (RAL </w:t>
      </w:r>
      <w:r w:rsidR="001F10AF">
        <w:rPr>
          <w:rFonts w:ascii="Arial" w:hAnsi="Arial" w:cs="Arial"/>
          <w:iCs/>
          <w:lang w:val="en-CA"/>
        </w:rPr>
        <w:t>900</w:t>
      </w:r>
      <w:r w:rsidR="007C1041">
        <w:rPr>
          <w:rFonts w:ascii="Arial" w:hAnsi="Arial" w:cs="Arial"/>
          <w:iCs/>
          <w:lang w:val="en-CA"/>
        </w:rPr>
        <w:t>6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18427751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6D1217">
        <w:rPr>
          <w:rFonts w:ascii="Arial" w:hAnsi="Arial" w:cs="Arial"/>
          <w:iCs/>
          <w:lang w:val="fr-CA"/>
        </w:rPr>
        <w:t>135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6D1217">
        <w:rPr>
          <w:rFonts w:ascii="Arial" w:hAnsi="Arial" w:cs="Arial"/>
          <w:iCs/>
          <w:lang w:val="fr-CA"/>
        </w:rPr>
        <w:t>180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C1398E">
        <w:rPr>
          <w:rFonts w:ascii="Arial" w:hAnsi="Arial" w:cs="Arial"/>
          <w:iCs/>
          <w:lang w:val="fr-CA"/>
        </w:rPr>
        <w:t>8</w:t>
      </w:r>
      <w:r w:rsidR="006D1217">
        <w:rPr>
          <w:rFonts w:ascii="Arial" w:hAnsi="Arial" w:cs="Arial"/>
          <w:iCs/>
          <w:lang w:val="fr-CA"/>
        </w:rPr>
        <w:t>.2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6D1217">
        <w:rPr>
          <w:rFonts w:ascii="Arial" w:hAnsi="Arial" w:cs="Arial"/>
          <w:iCs/>
          <w:lang w:val="fr-CA"/>
        </w:rPr>
        <w:t>5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6D1217">
        <w:rPr>
          <w:rFonts w:ascii="Arial" w:hAnsi="Arial" w:cs="Arial"/>
          <w:iCs/>
          <w:lang w:val="fr-CA"/>
        </w:rPr>
        <w:t>7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D377FA">
        <w:rPr>
          <w:rFonts w:ascii="Arial" w:hAnsi="Arial" w:cs="Arial"/>
          <w:iCs/>
          <w:lang w:val="fr-CA"/>
        </w:rPr>
        <w:t>2.6</w:t>
      </w:r>
      <w:bookmarkStart w:id="0" w:name="_GoBack"/>
      <w:bookmarkEnd w:id="0"/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4A8E13D1" w:rsidR="00961A18" w:rsidRDefault="00E8041C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E8041C">
        <w:rPr>
          <w:rFonts w:ascii="Arial" w:hAnsi="Arial" w:cs="Arial"/>
          <w:iCs/>
          <w:lang w:val="en-GB"/>
        </w:rPr>
        <w:t>Cable</w:t>
      </w:r>
      <w:r w:rsidR="00961A18">
        <w:rPr>
          <w:rFonts w:ascii="Arial" w:hAnsi="Arial" w:cs="Arial"/>
          <w:iCs/>
          <w:lang w:val="fr-CA"/>
        </w:rPr>
        <w:t>:</w:t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 w:rsidR="00961A18"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E8041C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479B1D1B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E8041C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E8041C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60C558D" w14:textId="77777777" w:rsidR="00E8041C" w:rsidRDefault="00E8041C" w:rsidP="00BE01DF">
      <w:pPr>
        <w:ind w:left="1080" w:firstLine="720"/>
        <w:rPr>
          <w:rFonts w:ascii="Univers" w:hAnsi="Univers" w:cs="Univers"/>
          <w:lang w:val="en-CA"/>
        </w:rPr>
      </w:pPr>
    </w:p>
    <w:p w14:paraId="1F5C6576" w14:textId="77777777" w:rsidR="00B54093" w:rsidRPr="00BE01DF" w:rsidRDefault="00B54093" w:rsidP="00BE01DF">
      <w:pPr>
        <w:ind w:left="1080" w:firstLine="720"/>
        <w:rPr>
          <w:rFonts w:ascii="Univers" w:hAnsi="Univers" w:cs="Univers"/>
          <w:lang w:val="en-CA"/>
        </w:rPr>
      </w:pPr>
    </w:p>
    <w:p w14:paraId="1978111B" w14:textId="133FA4C7" w:rsidR="0002564A" w:rsidRPr="00961A18" w:rsidRDefault="0002564A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27AF95A3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E8041C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E8041C">
        <w:rPr>
          <w:rFonts w:ascii="Arial" w:hAnsi="Arial" w:cs="Arial"/>
          <w:lang w:val="en-CA"/>
        </w:rPr>
        <w:t>-</w:t>
      </w:r>
      <w:r w:rsidR="00E83D5C">
        <w:rPr>
          <w:rFonts w:ascii="Arial" w:hAnsi="Arial" w:cs="Arial"/>
          <w:lang w:val="en-CA"/>
        </w:rPr>
        <w:t>w</w:t>
      </w:r>
      <w:r w:rsidR="00C1398E">
        <w:rPr>
          <w:rFonts w:ascii="Arial" w:hAnsi="Arial" w:cs="Arial"/>
          <w:lang w:val="en-CA"/>
        </w:rPr>
        <w:t>8</w:t>
      </w:r>
      <w:r w:rsidR="00960A00">
        <w:rPr>
          <w:rFonts w:ascii="Arial" w:hAnsi="Arial" w:cs="Arial"/>
          <w:lang w:val="en-CA"/>
        </w:rPr>
        <w:t>-</w:t>
      </w:r>
      <w:r w:rsidR="006D1217">
        <w:rPr>
          <w:rFonts w:ascii="Arial" w:hAnsi="Arial" w:cs="Arial"/>
          <w:lang w:val="en-CA"/>
        </w:rPr>
        <w:t>1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0AD99" w14:textId="77777777" w:rsidR="002C13CF" w:rsidRDefault="002C13CF">
      <w:r>
        <w:separator/>
      </w:r>
    </w:p>
  </w:endnote>
  <w:endnote w:type="continuationSeparator" w:id="0">
    <w:p w14:paraId="0EA96F99" w14:textId="77777777" w:rsidR="002C13CF" w:rsidRDefault="002C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DCC1E" w14:textId="77777777" w:rsidR="002C13CF" w:rsidRDefault="002C13CF">
      <w:r>
        <w:separator/>
      </w:r>
    </w:p>
  </w:footnote>
  <w:footnote w:type="continuationSeparator" w:id="0">
    <w:p w14:paraId="4E842E4C" w14:textId="77777777" w:rsidR="002C13CF" w:rsidRDefault="002C1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E8041C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E8041C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B4D64DE" w:rsidR="00BE01DF" w:rsidRPr="00E8041C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VAR2-</w:t>
          </w:r>
          <w:r w:rsidR="00570935"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w</w:t>
          </w:r>
          <w:r w:rsidR="00C1398E"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8</w:t>
          </w:r>
          <w:r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6D1217"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1</w:t>
          </w:r>
          <w:r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</w:t>
          </w:r>
          <w:r w:rsidR="00E8041C"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Illuminator Specification    </w:t>
          </w:r>
        </w:p>
        <w:p w14:paraId="4B226F07" w14:textId="712A5E02" w:rsidR="00BE01DF" w:rsidRPr="00E8041C" w:rsidRDefault="006D1217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E8041C">
            <w:rPr>
              <w:rFonts w:ascii="Arial" w:hAnsi="Arial" w:cs="Arial"/>
              <w:sz w:val="24"/>
              <w:szCs w:val="28"/>
              <w:lang w:val="en-CA"/>
            </w:rPr>
            <w:t>25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E8041C">
            <w:rPr>
              <w:rFonts w:ascii="Arial" w:hAnsi="Arial" w:cs="Arial"/>
              <w:sz w:val="24"/>
              <w:szCs w:val="28"/>
              <w:lang w:val="en-CA"/>
            </w:rPr>
            <w:t>180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E8041C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E8041C">
            <w:rPr>
              <w:rFonts w:ascii="Arial" w:hAnsi="Arial" w:cs="Arial"/>
              <w:sz w:val="24"/>
              <w:szCs w:val="28"/>
              <w:lang w:val="en-CA"/>
            </w:rPr>
            <w:t>82</w:t>
          </w:r>
          <w:r w:rsidR="00BD35E6" w:rsidRPr="00E8041C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E8041C">
            <w:rPr>
              <w:rFonts w:ascii="Arial" w:hAnsi="Arial" w:cs="Arial"/>
              <w:sz w:val="24"/>
              <w:szCs w:val="28"/>
              <w:lang w:val="en-CA"/>
            </w:rPr>
            <w:t>591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0165599B" w:rsidR="00BE01DF" w:rsidRPr="00E8041C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E8041C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6D1217" w:rsidRPr="00E8041C">
            <w:rPr>
              <w:rFonts w:ascii="Arial" w:eastAsiaTheme="majorEastAsia" w:hAnsi="Arial" w:cs="Arial"/>
              <w:sz w:val="24"/>
              <w:szCs w:val="28"/>
              <w:lang w:val="en-CA"/>
            </w:rPr>
            <w:t>20</w:t>
          </w:r>
          <w:r w:rsidRPr="00E8041C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97888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1F57A5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13CF"/>
    <w:rsid w:val="002C5E90"/>
    <w:rsid w:val="0031069A"/>
    <w:rsid w:val="003115A5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E753F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9465F"/>
    <w:rsid w:val="004A3547"/>
    <w:rsid w:val="004A6AE8"/>
    <w:rsid w:val="004E5EF3"/>
    <w:rsid w:val="004E7BEE"/>
    <w:rsid w:val="004F2B35"/>
    <w:rsid w:val="00503E43"/>
    <w:rsid w:val="005044E6"/>
    <w:rsid w:val="00516CA0"/>
    <w:rsid w:val="00531962"/>
    <w:rsid w:val="00532449"/>
    <w:rsid w:val="005411C2"/>
    <w:rsid w:val="00553891"/>
    <w:rsid w:val="00570935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75FBB"/>
    <w:rsid w:val="006870E8"/>
    <w:rsid w:val="006871F4"/>
    <w:rsid w:val="00690AFC"/>
    <w:rsid w:val="006A1803"/>
    <w:rsid w:val="006A2290"/>
    <w:rsid w:val="006B0E4C"/>
    <w:rsid w:val="006B573F"/>
    <w:rsid w:val="006D1217"/>
    <w:rsid w:val="006D15EA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96669"/>
    <w:rsid w:val="007C1041"/>
    <w:rsid w:val="007D3161"/>
    <w:rsid w:val="007E0FBC"/>
    <w:rsid w:val="007E20B5"/>
    <w:rsid w:val="007F4973"/>
    <w:rsid w:val="00823052"/>
    <w:rsid w:val="00824864"/>
    <w:rsid w:val="00825226"/>
    <w:rsid w:val="008318EA"/>
    <w:rsid w:val="00847E29"/>
    <w:rsid w:val="008522EB"/>
    <w:rsid w:val="0087526B"/>
    <w:rsid w:val="0087559A"/>
    <w:rsid w:val="008768C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D0325"/>
    <w:rsid w:val="009E5872"/>
    <w:rsid w:val="00A12D58"/>
    <w:rsid w:val="00A13C71"/>
    <w:rsid w:val="00A27581"/>
    <w:rsid w:val="00A33005"/>
    <w:rsid w:val="00A4055F"/>
    <w:rsid w:val="00A42863"/>
    <w:rsid w:val="00A47AD9"/>
    <w:rsid w:val="00A521CC"/>
    <w:rsid w:val="00A534B6"/>
    <w:rsid w:val="00A74067"/>
    <w:rsid w:val="00A8689F"/>
    <w:rsid w:val="00A95F35"/>
    <w:rsid w:val="00A9611B"/>
    <w:rsid w:val="00AA1953"/>
    <w:rsid w:val="00AC086C"/>
    <w:rsid w:val="00AD7430"/>
    <w:rsid w:val="00AE731E"/>
    <w:rsid w:val="00B06B81"/>
    <w:rsid w:val="00B07957"/>
    <w:rsid w:val="00B1354E"/>
    <w:rsid w:val="00B24CD6"/>
    <w:rsid w:val="00B377AC"/>
    <w:rsid w:val="00B44329"/>
    <w:rsid w:val="00B54093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398E"/>
    <w:rsid w:val="00C167D8"/>
    <w:rsid w:val="00C56C34"/>
    <w:rsid w:val="00C60F7B"/>
    <w:rsid w:val="00C92FE9"/>
    <w:rsid w:val="00CD3D61"/>
    <w:rsid w:val="00CD6B34"/>
    <w:rsid w:val="00CE523E"/>
    <w:rsid w:val="00CE53B5"/>
    <w:rsid w:val="00CE7F31"/>
    <w:rsid w:val="00CF404C"/>
    <w:rsid w:val="00CF7828"/>
    <w:rsid w:val="00D00FA2"/>
    <w:rsid w:val="00D22BDF"/>
    <w:rsid w:val="00D24202"/>
    <w:rsid w:val="00D377FA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8041C"/>
    <w:rsid w:val="00E83D5C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AA234-E720-4FF6-A13E-6868A8C60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3</TotalTime>
  <Pages>3</Pages>
  <Words>674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8</cp:revision>
  <cp:lastPrinted>2012-04-06T14:26:00Z</cp:lastPrinted>
  <dcterms:created xsi:type="dcterms:W3CDTF">2017-01-27T14:16:00Z</dcterms:created>
  <dcterms:modified xsi:type="dcterms:W3CDTF">2017-02-07T08:43:00Z</dcterms:modified>
</cp:coreProperties>
</file>